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8FF48" w14:textId="05734124" w:rsidR="00ED2ED2" w:rsidRPr="00DD3CE6" w:rsidRDefault="005F3294" w:rsidP="00AB488A">
      <w:pPr>
        <w:spacing w:line="288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Verklaring gehouden diersoorten</w:t>
      </w:r>
      <w:r w:rsidR="00ED239F" w:rsidRPr="00DD3CE6">
        <w:rPr>
          <w:b/>
          <w:bCs/>
          <w:sz w:val="28"/>
          <w:szCs w:val="28"/>
        </w:rPr>
        <w:t xml:space="preserve"> </w:t>
      </w:r>
      <w:r w:rsidR="00DA3A94" w:rsidRPr="00DD3CE6">
        <w:rPr>
          <w:b/>
          <w:bCs/>
          <w:sz w:val="28"/>
          <w:szCs w:val="28"/>
        </w:rPr>
        <w:t>S</w:t>
      </w:r>
      <w:r w:rsidR="00ED239F" w:rsidRPr="00DD3CE6">
        <w:rPr>
          <w:b/>
          <w:bCs/>
          <w:sz w:val="28"/>
          <w:szCs w:val="28"/>
        </w:rPr>
        <w:t>ubsidie</w:t>
      </w:r>
      <w:r w:rsidR="00DD3CE6" w:rsidRPr="00DD3CE6">
        <w:rPr>
          <w:b/>
          <w:bCs/>
          <w:sz w:val="28"/>
          <w:szCs w:val="28"/>
        </w:rPr>
        <w:t xml:space="preserve"> Wolfwerende Rasters</w:t>
      </w:r>
    </w:p>
    <w:p w14:paraId="2013166F" w14:textId="77777777" w:rsidR="00ED239F" w:rsidRDefault="00ED239F" w:rsidP="00AB488A">
      <w:pPr>
        <w:spacing w:line="288" w:lineRule="auto"/>
      </w:pPr>
    </w:p>
    <w:p w14:paraId="625EE189" w14:textId="77777777" w:rsidR="00ED239F" w:rsidRDefault="00ED239F" w:rsidP="00AB488A">
      <w:pPr>
        <w:spacing w:line="288" w:lineRule="auto"/>
      </w:pPr>
    </w:p>
    <w:p w14:paraId="07DF3359" w14:textId="27AFE11E" w:rsidR="005F3294" w:rsidRDefault="005F3294" w:rsidP="00AB488A">
      <w:pPr>
        <w:spacing w:line="288" w:lineRule="auto"/>
      </w:pPr>
      <w:r>
        <w:t>Soorten gehouden hoefdieren in 2021</w:t>
      </w:r>
      <w:r>
        <w:br/>
      </w:r>
      <w:r w:rsidRPr="005F3294">
        <w:rPr>
          <w:i/>
          <w:iCs/>
          <w:sz w:val="16"/>
          <w:szCs w:val="16"/>
        </w:rPr>
        <w:t>Kruis aan welke hoefdieren u in 2021 heeft gehouden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851"/>
      </w:tblGrid>
      <w:tr w:rsidR="005F3294" w14:paraId="42D99DC8" w14:textId="77777777" w:rsidTr="005F3294">
        <w:tc>
          <w:tcPr>
            <w:tcW w:w="4531" w:type="dxa"/>
            <w:shd w:val="clear" w:color="auto" w:fill="66CCFF"/>
          </w:tcPr>
          <w:p w14:paraId="60A77268" w14:textId="5A96704D" w:rsidR="005F3294" w:rsidRPr="005F3294" w:rsidRDefault="005F3294" w:rsidP="00AB488A">
            <w:pPr>
              <w:spacing w:line="288" w:lineRule="auto"/>
              <w:rPr>
                <w:b/>
                <w:bCs/>
              </w:rPr>
            </w:pPr>
            <w:r w:rsidRPr="005F3294">
              <w:rPr>
                <w:b/>
                <w:bCs/>
              </w:rPr>
              <w:t>Soort hoefdier</w:t>
            </w:r>
          </w:p>
        </w:tc>
        <w:tc>
          <w:tcPr>
            <w:tcW w:w="851" w:type="dxa"/>
            <w:shd w:val="clear" w:color="auto" w:fill="66CCFF"/>
          </w:tcPr>
          <w:p w14:paraId="12DCFCC4" w14:textId="0956E6BE" w:rsidR="005F3294" w:rsidRPr="001C0849" w:rsidRDefault="005F3294" w:rsidP="00AB488A">
            <w:pPr>
              <w:spacing w:line="288" w:lineRule="auto"/>
              <w:rPr>
                <w:b/>
                <w:bCs/>
              </w:rPr>
            </w:pPr>
          </w:p>
        </w:tc>
      </w:tr>
      <w:tr w:rsidR="005F3294" w14:paraId="61783560" w14:textId="77777777" w:rsidTr="005F3294">
        <w:tc>
          <w:tcPr>
            <w:tcW w:w="4531" w:type="dxa"/>
          </w:tcPr>
          <w:p w14:paraId="478557E0" w14:textId="1ADA9728" w:rsidR="005F3294" w:rsidRDefault="005F3294" w:rsidP="00AB488A">
            <w:pPr>
              <w:spacing w:line="288" w:lineRule="auto"/>
            </w:pPr>
            <w:r>
              <w:t>Runderen</w:t>
            </w:r>
          </w:p>
        </w:tc>
        <w:tc>
          <w:tcPr>
            <w:tcW w:w="851" w:type="dxa"/>
          </w:tcPr>
          <w:p w14:paraId="61890B02" w14:textId="77777777" w:rsidR="005F3294" w:rsidRDefault="005F3294" w:rsidP="00AB488A">
            <w:pPr>
              <w:spacing w:line="288" w:lineRule="auto"/>
            </w:pPr>
          </w:p>
        </w:tc>
      </w:tr>
      <w:tr w:rsidR="005F3294" w14:paraId="15485A38" w14:textId="77777777" w:rsidTr="005F3294">
        <w:tc>
          <w:tcPr>
            <w:tcW w:w="4531" w:type="dxa"/>
          </w:tcPr>
          <w:p w14:paraId="5BA4820F" w14:textId="331E71EB" w:rsidR="005F3294" w:rsidRDefault="005F3294" w:rsidP="00AB488A">
            <w:pPr>
              <w:spacing w:line="288" w:lineRule="auto"/>
            </w:pPr>
            <w:r>
              <w:t>Schapen</w:t>
            </w:r>
          </w:p>
        </w:tc>
        <w:tc>
          <w:tcPr>
            <w:tcW w:w="851" w:type="dxa"/>
          </w:tcPr>
          <w:p w14:paraId="511E5FA7" w14:textId="77777777" w:rsidR="005F3294" w:rsidRDefault="005F3294" w:rsidP="00AB488A">
            <w:pPr>
              <w:spacing w:line="288" w:lineRule="auto"/>
            </w:pPr>
          </w:p>
        </w:tc>
      </w:tr>
      <w:tr w:rsidR="005F3294" w14:paraId="5183E3FF" w14:textId="77777777" w:rsidTr="005F3294">
        <w:tc>
          <w:tcPr>
            <w:tcW w:w="4531" w:type="dxa"/>
          </w:tcPr>
          <w:p w14:paraId="13B9D3F0" w14:textId="64C2B007" w:rsidR="005F3294" w:rsidRDefault="005F3294" w:rsidP="00AB488A">
            <w:pPr>
              <w:spacing w:line="288" w:lineRule="auto"/>
            </w:pPr>
            <w:r>
              <w:t>Geiten</w:t>
            </w:r>
          </w:p>
        </w:tc>
        <w:tc>
          <w:tcPr>
            <w:tcW w:w="851" w:type="dxa"/>
          </w:tcPr>
          <w:p w14:paraId="5B045D80" w14:textId="77777777" w:rsidR="005F3294" w:rsidRDefault="005F3294" w:rsidP="00AB488A">
            <w:pPr>
              <w:spacing w:line="288" w:lineRule="auto"/>
            </w:pPr>
          </w:p>
        </w:tc>
      </w:tr>
      <w:tr w:rsidR="005F3294" w14:paraId="3D3B4CCA" w14:textId="77777777" w:rsidTr="005F3294">
        <w:tc>
          <w:tcPr>
            <w:tcW w:w="4531" w:type="dxa"/>
          </w:tcPr>
          <w:p w14:paraId="4BCE8813" w14:textId="38B88021" w:rsidR="005F3294" w:rsidRDefault="005F3294" w:rsidP="00AB488A">
            <w:pPr>
              <w:spacing w:line="288" w:lineRule="auto"/>
            </w:pPr>
            <w:r>
              <w:t>Varkens</w:t>
            </w:r>
          </w:p>
        </w:tc>
        <w:tc>
          <w:tcPr>
            <w:tcW w:w="851" w:type="dxa"/>
          </w:tcPr>
          <w:p w14:paraId="4D4723F5" w14:textId="77777777" w:rsidR="005F3294" w:rsidRDefault="005F3294" w:rsidP="00AB488A">
            <w:pPr>
              <w:spacing w:line="288" w:lineRule="auto"/>
            </w:pPr>
          </w:p>
        </w:tc>
      </w:tr>
      <w:tr w:rsidR="005F3294" w14:paraId="092B1035" w14:textId="77777777" w:rsidTr="005F3294">
        <w:tc>
          <w:tcPr>
            <w:tcW w:w="4531" w:type="dxa"/>
          </w:tcPr>
          <w:p w14:paraId="26FDB29B" w14:textId="0AB43534" w:rsidR="005F3294" w:rsidRDefault="005F3294" w:rsidP="00AB488A">
            <w:pPr>
              <w:spacing w:line="288" w:lineRule="auto"/>
            </w:pPr>
            <w:r>
              <w:t>Kamelen</w:t>
            </w:r>
          </w:p>
        </w:tc>
        <w:tc>
          <w:tcPr>
            <w:tcW w:w="851" w:type="dxa"/>
          </w:tcPr>
          <w:p w14:paraId="6DB9BA40" w14:textId="77777777" w:rsidR="005F3294" w:rsidRDefault="005F3294" w:rsidP="00AB488A">
            <w:pPr>
              <w:spacing w:line="288" w:lineRule="auto"/>
            </w:pPr>
          </w:p>
        </w:tc>
      </w:tr>
      <w:tr w:rsidR="005F3294" w14:paraId="5C1AEA50" w14:textId="77777777" w:rsidTr="005F3294">
        <w:tc>
          <w:tcPr>
            <w:tcW w:w="4531" w:type="dxa"/>
          </w:tcPr>
          <w:p w14:paraId="5419648B" w14:textId="21E88D06" w:rsidR="005F3294" w:rsidRDefault="005F3294" w:rsidP="00AB488A">
            <w:pPr>
              <w:spacing w:line="288" w:lineRule="auto"/>
            </w:pPr>
            <w:r>
              <w:t>Lama’s</w:t>
            </w:r>
          </w:p>
        </w:tc>
        <w:tc>
          <w:tcPr>
            <w:tcW w:w="851" w:type="dxa"/>
          </w:tcPr>
          <w:p w14:paraId="6D33178A" w14:textId="77777777" w:rsidR="005F3294" w:rsidRDefault="005F3294" w:rsidP="00AB488A">
            <w:pPr>
              <w:spacing w:line="288" w:lineRule="auto"/>
            </w:pPr>
          </w:p>
        </w:tc>
      </w:tr>
      <w:tr w:rsidR="005F3294" w14:paraId="765A4904" w14:textId="77777777" w:rsidTr="005F3294">
        <w:tc>
          <w:tcPr>
            <w:tcW w:w="4531" w:type="dxa"/>
          </w:tcPr>
          <w:p w14:paraId="6294CD3F" w14:textId="7B0E7693" w:rsidR="005F3294" w:rsidRDefault="005F3294" w:rsidP="00AB488A">
            <w:pPr>
              <w:spacing w:line="288" w:lineRule="auto"/>
            </w:pPr>
            <w:r>
              <w:t>Waterbuffels</w:t>
            </w:r>
          </w:p>
        </w:tc>
        <w:tc>
          <w:tcPr>
            <w:tcW w:w="851" w:type="dxa"/>
          </w:tcPr>
          <w:p w14:paraId="0192C348" w14:textId="77777777" w:rsidR="005F3294" w:rsidRDefault="005F3294" w:rsidP="00AB488A">
            <w:pPr>
              <w:spacing w:line="288" w:lineRule="auto"/>
            </w:pPr>
          </w:p>
        </w:tc>
      </w:tr>
      <w:tr w:rsidR="005F3294" w14:paraId="18440000" w14:textId="77777777" w:rsidTr="005F3294">
        <w:tc>
          <w:tcPr>
            <w:tcW w:w="4531" w:type="dxa"/>
          </w:tcPr>
          <w:p w14:paraId="141E6F4B" w14:textId="6D073041" w:rsidR="005F3294" w:rsidRDefault="005F3294" w:rsidP="00AB488A">
            <w:pPr>
              <w:spacing w:line="288" w:lineRule="auto"/>
            </w:pPr>
            <w:r>
              <w:t>Alpaca’s</w:t>
            </w:r>
          </w:p>
        </w:tc>
        <w:tc>
          <w:tcPr>
            <w:tcW w:w="851" w:type="dxa"/>
          </w:tcPr>
          <w:p w14:paraId="6EA0575A" w14:textId="77777777" w:rsidR="005F3294" w:rsidRDefault="005F3294" w:rsidP="00AB488A">
            <w:pPr>
              <w:spacing w:line="288" w:lineRule="auto"/>
            </w:pPr>
          </w:p>
        </w:tc>
      </w:tr>
      <w:tr w:rsidR="005F3294" w14:paraId="01B0BE97" w14:textId="77777777" w:rsidTr="005F3294">
        <w:tc>
          <w:tcPr>
            <w:tcW w:w="4531" w:type="dxa"/>
          </w:tcPr>
          <w:p w14:paraId="3BAD9B86" w14:textId="400B1B2D" w:rsidR="005F3294" w:rsidRDefault="005F3294" w:rsidP="00AB488A">
            <w:pPr>
              <w:spacing w:line="288" w:lineRule="auto"/>
            </w:pPr>
            <w:r>
              <w:t>Hertachtigen</w:t>
            </w:r>
          </w:p>
        </w:tc>
        <w:tc>
          <w:tcPr>
            <w:tcW w:w="851" w:type="dxa"/>
          </w:tcPr>
          <w:p w14:paraId="0E34265F" w14:textId="77777777" w:rsidR="005F3294" w:rsidRDefault="005F3294" w:rsidP="00AB488A">
            <w:pPr>
              <w:spacing w:line="288" w:lineRule="auto"/>
            </w:pPr>
          </w:p>
        </w:tc>
      </w:tr>
      <w:tr w:rsidR="005F3294" w14:paraId="1A1AB7EB" w14:textId="77777777" w:rsidTr="005F3294">
        <w:tc>
          <w:tcPr>
            <w:tcW w:w="4531" w:type="dxa"/>
          </w:tcPr>
          <w:p w14:paraId="00F8322C" w14:textId="50AD6105" w:rsidR="005F3294" w:rsidRDefault="005F3294" w:rsidP="00AB488A">
            <w:pPr>
              <w:spacing w:line="288" w:lineRule="auto"/>
            </w:pPr>
            <w:r>
              <w:t>Paardachtigen</w:t>
            </w:r>
          </w:p>
        </w:tc>
        <w:tc>
          <w:tcPr>
            <w:tcW w:w="851" w:type="dxa"/>
          </w:tcPr>
          <w:p w14:paraId="4CA9687F" w14:textId="77777777" w:rsidR="005F3294" w:rsidRDefault="005F3294" w:rsidP="00AB488A">
            <w:pPr>
              <w:spacing w:line="288" w:lineRule="auto"/>
            </w:pPr>
          </w:p>
        </w:tc>
      </w:tr>
    </w:tbl>
    <w:p w14:paraId="562D77BD" w14:textId="77777777" w:rsidR="005F3294" w:rsidRDefault="005F3294" w:rsidP="00AB488A">
      <w:pPr>
        <w:spacing w:line="288" w:lineRule="auto"/>
      </w:pPr>
    </w:p>
    <w:p w14:paraId="401331FB" w14:textId="77777777" w:rsidR="005F3294" w:rsidRDefault="005F3294" w:rsidP="00AB488A">
      <w:pPr>
        <w:spacing w:line="288" w:lineRule="auto"/>
      </w:pPr>
    </w:p>
    <w:p w14:paraId="61D96057" w14:textId="4DC3F1D8" w:rsidR="005F3294" w:rsidRDefault="005F3294" w:rsidP="005F3294">
      <w:pPr>
        <w:spacing w:line="288" w:lineRule="auto"/>
      </w:pPr>
      <w:r>
        <w:t>Aantal buiten gehouden hoefdieren per soort op het moment van aanvraag</w:t>
      </w:r>
      <w:r>
        <w:br/>
      </w:r>
      <w:r w:rsidRPr="005F3294">
        <w:rPr>
          <w:i/>
          <w:iCs/>
          <w:sz w:val="16"/>
          <w:szCs w:val="16"/>
        </w:rPr>
        <w:t>Vul het aantal hoefdieren in die u op dit moment houdt.</w:t>
      </w:r>
      <w: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851"/>
      </w:tblGrid>
      <w:tr w:rsidR="005F3294" w14:paraId="139D4D24" w14:textId="77777777" w:rsidTr="005F3294">
        <w:tc>
          <w:tcPr>
            <w:tcW w:w="4531" w:type="dxa"/>
            <w:shd w:val="clear" w:color="auto" w:fill="66CCFF"/>
          </w:tcPr>
          <w:p w14:paraId="6B51D6D9" w14:textId="50E415C4" w:rsidR="005F3294" w:rsidRPr="005F3294" w:rsidRDefault="005F3294" w:rsidP="006315F3">
            <w:pPr>
              <w:spacing w:line="288" w:lineRule="auto"/>
              <w:rPr>
                <w:b/>
                <w:bCs/>
              </w:rPr>
            </w:pPr>
            <w:r w:rsidRPr="005F3294">
              <w:rPr>
                <w:b/>
                <w:bCs/>
              </w:rPr>
              <w:t>Soort hoefdier</w:t>
            </w:r>
          </w:p>
        </w:tc>
        <w:tc>
          <w:tcPr>
            <w:tcW w:w="851" w:type="dxa"/>
            <w:shd w:val="clear" w:color="auto" w:fill="66CCFF"/>
          </w:tcPr>
          <w:p w14:paraId="3DAC3C97" w14:textId="3E2F36CD" w:rsidR="005F3294" w:rsidRPr="005F3294" w:rsidRDefault="005F3294" w:rsidP="006315F3">
            <w:pPr>
              <w:spacing w:line="288" w:lineRule="auto"/>
              <w:rPr>
                <w:b/>
                <w:bCs/>
              </w:rPr>
            </w:pPr>
            <w:r w:rsidRPr="005F3294">
              <w:rPr>
                <w:b/>
                <w:bCs/>
              </w:rPr>
              <w:t>Aantal</w:t>
            </w:r>
          </w:p>
        </w:tc>
      </w:tr>
      <w:tr w:rsidR="005F3294" w14:paraId="4FD39E84" w14:textId="77777777" w:rsidTr="005F3294">
        <w:tc>
          <w:tcPr>
            <w:tcW w:w="4531" w:type="dxa"/>
          </w:tcPr>
          <w:p w14:paraId="14A52138" w14:textId="15C8FCE5" w:rsidR="005F3294" w:rsidRDefault="005F3294" w:rsidP="005F3294">
            <w:pPr>
              <w:spacing w:line="288" w:lineRule="auto"/>
            </w:pPr>
            <w:r>
              <w:t>Runderen</w:t>
            </w:r>
          </w:p>
        </w:tc>
        <w:tc>
          <w:tcPr>
            <w:tcW w:w="851" w:type="dxa"/>
          </w:tcPr>
          <w:p w14:paraId="1DF80B3B" w14:textId="77777777" w:rsidR="005F3294" w:rsidRDefault="005F3294" w:rsidP="005F3294">
            <w:pPr>
              <w:spacing w:line="288" w:lineRule="auto"/>
            </w:pPr>
          </w:p>
        </w:tc>
      </w:tr>
      <w:tr w:rsidR="005F3294" w14:paraId="4B121CE9" w14:textId="77777777" w:rsidTr="005F3294">
        <w:tc>
          <w:tcPr>
            <w:tcW w:w="4531" w:type="dxa"/>
          </w:tcPr>
          <w:p w14:paraId="0474FDC1" w14:textId="5A9A8E45" w:rsidR="005F3294" w:rsidRDefault="005F3294" w:rsidP="005F3294">
            <w:pPr>
              <w:spacing w:line="288" w:lineRule="auto"/>
            </w:pPr>
            <w:r>
              <w:t>Schapen</w:t>
            </w:r>
          </w:p>
        </w:tc>
        <w:tc>
          <w:tcPr>
            <w:tcW w:w="851" w:type="dxa"/>
          </w:tcPr>
          <w:p w14:paraId="173799C0" w14:textId="77777777" w:rsidR="005F3294" w:rsidRDefault="005F3294" w:rsidP="005F3294">
            <w:pPr>
              <w:spacing w:line="288" w:lineRule="auto"/>
            </w:pPr>
          </w:p>
        </w:tc>
      </w:tr>
      <w:tr w:rsidR="005F3294" w14:paraId="60E03A79" w14:textId="77777777" w:rsidTr="005F3294">
        <w:tc>
          <w:tcPr>
            <w:tcW w:w="4531" w:type="dxa"/>
          </w:tcPr>
          <w:p w14:paraId="10EBFF66" w14:textId="7650C5EE" w:rsidR="005F3294" w:rsidRDefault="005F3294" w:rsidP="005F3294">
            <w:pPr>
              <w:spacing w:line="288" w:lineRule="auto"/>
            </w:pPr>
            <w:r>
              <w:t>Geiten</w:t>
            </w:r>
          </w:p>
        </w:tc>
        <w:tc>
          <w:tcPr>
            <w:tcW w:w="851" w:type="dxa"/>
          </w:tcPr>
          <w:p w14:paraId="48B19CFC" w14:textId="77777777" w:rsidR="005F3294" w:rsidRDefault="005F3294" w:rsidP="005F3294">
            <w:pPr>
              <w:spacing w:line="288" w:lineRule="auto"/>
            </w:pPr>
          </w:p>
        </w:tc>
      </w:tr>
      <w:tr w:rsidR="005F3294" w14:paraId="042AAA30" w14:textId="77777777" w:rsidTr="005F3294">
        <w:tc>
          <w:tcPr>
            <w:tcW w:w="4531" w:type="dxa"/>
          </w:tcPr>
          <w:p w14:paraId="15302660" w14:textId="13C625A3" w:rsidR="005F3294" w:rsidRDefault="005F3294" w:rsidP="005F3294">
            <w:pPr>
              <w:spacing w:line="288" w:lineRule="auto"/>
            </w:pPr>
            <w:r>
              <w:t>Varkens</w:t>
            </w:r>
          </w:p>
        </w:tc>
        <w:tc>
          <w:tcPr>
            <w:tcW w:w="851" w:type="dxa"/>
          </w:tcPr>
          <w:p w14:paraId="733CF25C" w14:textId="77777777" w:rsidR="005F3294" w:rsidRDefault="005F3294" w:rsidP="005F3294">
            <w:pPr>
              <w:spacing w:line="288" w:lineRule="auto"/>
            </w:pPr>
          </w:p>
        </w:tc>
      </w:tr>
      <w:tr w:rsidR="005F3294" w14:paraId="22EEAE12" w14:textId="77777777" w:rsidTr="005F3294">
        <w:tc>
          <w:tcPr>
            <w:tcW w:w="4531" w:type="dxa"/>
          </w:tcPr>
          <w:p w14:paraId="73CFA32A" w14:textId="339EA087" w:rsidR="005F3294" w:rsidRDefault="005F3294" w:rsidP="005F3294">
            <w:pPr>
              <w:spacing w:line="288" w:lineRule="auto"/>
            </w:pPr>
            <w:r>
              <w:t>Kamelen</w:t>
            </w:r>
          </w:p>
        </w:tc>
        <w:tc>
          <w:tcPr>
            <w:tcW w:w="851" w:type="dxa"/>
          </w:tcPr>
          <w:p w14:paraId="7FB37724" w14:textId="77777777" w:rsidR="005F3294" w:rsidRDefault="005F3294" w:rsidP="005F3294">
            <w:pPr>
              <w:spacing w:line="288" w:lineRule="auto"/>
            </w:pPr>
          </w:p>
        </w:tc>
      </w:tr>
      <w:tr w:rsidR="005F3294" w14:paraId="53296F85" w14:textId="77777777" w:rsidTr="005F3294">
        <w:tc>
          <w:tcPr>
            <w:tcW w:w="4531" w:type="dxa"/>
          </w:tcPr>
          <w:p w14:paraId="0F7BB479" w14:textId="67812B5D" w:rsidR="005F3294" w:rsidRDefault="005F3294" w:rsidP="005F3294">
            <w:pPr>
              <w:spacing w:line="288" w:lineRule="auto"/>
            </w:pPr>
            <w:r>
              <w:t>Lama’s</w:t>
            </w:r>
          </w:p>
        </w:tc>
        <w:tc>
          <w:tcPr>
            <w:tcW w:w="851" w:type="dxa"/>
          </w:tcPr>
          <w:p w14:paraId="17C74832" w14:textId="77777777" w:rsidR="005F3294" w:rsidRDefault="005F3294" w:rsidP="005F3294">
            <w:pPr>
              <w:spacing w:line="288" w:lineRule="auto"/>
            </w:pPr>
          </w:p>
        </w:tc>
      </w:tr>
      <w:tr w:rsidR="005F3294" w14:paraId="4CDB1C67" w14:textId="77777777" w:rsidTr="005F3294">
        <w:tc>
          <w:tcPr>
            <w:tcW w:w="4531" w:type="dxa"/>
          </w:tcPr>
          <w:p w14:paraId="193B9717" w14:textId="61698432" w:rsidR="005F3294" w:rsidRDefault="005F3294" w:rsidP="005F3294">
            <w:pPr>
              <w:spacing w:line="288" w:lineRule="auto"/>
            </w:pPr>
            <w:r>
              <w:t>Waterbuffels</w:t>
            </w:r>
          </w:p>
        </w:tc>
        <w:tc>
          <w:tcPr>
            <w:tcW w:w="851" w:type="dxa"/>
          </w:tcPr>
          <w:p w14:paraId="1E200135" w14:textId="77777777" w:rsidR="005F3294" w:rsidRDefault="005F3294" w:rsidP="005F3294">
            <w:pPr>
              <w:spacing w:line="288" w:lineRule="auto"/>
            </w:pPr>
          </w:p>
        </w:tc>
      </w:tr>
      <w:tr w:rsidR="005F3294" w14:paraId="2FB0EDD2" w14:textId="77777777" w:rsidTr="005F3294">
        <w:tc>
          <w:tcPr>
            <w:tcW w:w="4531" w:type="dxa"/>
          </w:tcPr>
          <w:p w14:paraId="370EE470" w14:textId="28016435" w:rsidR="005F3294" w:rsidRDefault="005F3294" w:rsidP="005F3294">
            <w:pPr>
              <w:spacing w:line="288" w:lineRule="auto"/>
            </w:pPr>
            <w:r>
              <w:t>Alpaca’s</w:t>
            </w:r>
          </w:p>
        </w:tc>
        <w:tc>
          <w:tcPr>
            <w:tcW w:w="851" w:type="dxa"/>
          </w:tcPr>
          <w:p w14:paraId="515E74BA" w14:textId="77777777" w:rsidR="005F3294" w:rsidRDefault="005F3294" w:rsidP="005F3294">
            <w:pPr>
              <w:spacing w:line="288" w:lineRule="auto"/>
            </w:pPr>
          </w:p>
        </w:tc>
      </w:tr>
      <w:tr w:rsidR="005F3294" w14:paraId="7C8E2797" w14:textId="77777777" w:rsidTr="005F3294">
        <w:tc>
          <w:tcPr>
            <w:tcW w:w="4531" w:type="dxa"/>
          </w:tcPr>
          <w:p w14:paraId="2D6F330F" w14:textId="2841992D" w:rsidR="005F3294" w:rsidRDefault="005F3294" w:rsidP="005F3294">
            <w:pPr>
              <w:spacing w:line="288" w:lineRule="auto"/>
            </w:pPr>
            <w:r>
              <w:t>Hertachtigen</w:t>
            </w:r>
          </w:p>
        </w:tc>
        <w:tc>
          <w:tcPr>
            <w:tcW w:w="851" w:type="dxa"/>
          </w:tcPr>
          <w:p w14:paraId="1E068E4F" w14:textId="77777777" w:rsidR="005F3294" w:rsidRDefault="005F3294" w:rsidP="005F3294">
            <w:pPr>
              <w:spacing w:line="288" w:lineRule="auto"/>
            </w:pPr>
          </w:p>
        </w:tc>
      </w:tr>
      <w:tr w:rsidR="005F3294" w14:paraId="1D1478DD" w14:textId="77777777" w:rsidTr="005F3294">
        <w:tc>
          <w:tcPr>
            <w:tcW w:w="4531" w:type="dxa"/>
          </w:tcPr>
          <w:p w14:paraId="7BB0B11C" w14:textId="779E0938" w:rsidR="005F3294" w:rsidRDefault="005F3294" w:rsidP="005F3294">
            <w:pPr>
              <w:spacing w:line="288" w:lineRule="auto"/>
            </w:pPr>
            <w:r>
              <w:t>Paardachtigen</w:t>
            </w:r>
          </w:p>
        </w:tc>
        <w:tc>
          <w:tcPr>
            <w:tcW w:w="851" w:type="dxa"/>
          </w:tcPr>
          <w:p w14:paraId="44877EB3" w14:textId="77777777" w:rsidR="005F3294" w:rsidRDefault="005F3294" w:rsidP="005F3294">
            <w:pPr>
              <w:spacing w:line="288" w:lineRule="auto"/>
            </w:pPr>
          </w:p>
        </w:tc>
      </w:tr>
    </w:tbl>
    <w:p w14:paraId="03F7E419" w14:textId="77777777" w:rsidR="005F3294" w:rsidRDefault="005F3294" w:rsidP="00AB488A">
      <w:pPr>
        <w:spacing w:line="288" w:lineRule="auto"/>
      </w:pPr>
    </w:p>
    <w:p w14:paraId="4D4F1DCE" w14:textId="77777777" w:rsidR="00ED239F" w:rsidRDefault="00ED239F" w:rsidP="00AB488A">
      <w:pPr>
        <w:spacing w:line="288" w:lineRule="auto"/>
      </w:pPr>
    </w:p>
    <w:p w14:paraId="2A4BD3B1" w14:textId="77777777" w:rsidR="00ED239F" w:rsidRDefault="00ED239F" w:rsidP="00AB488A">
      <w:pPr>
        <w:spacing w:line="288" w:lineRule="auto"/>
      </w:pPr>
    </w:p>
    <w:p w14:paraId="61FFE162" w14:textId="77777777" w:rsidR="00ED239F" w:rsidRDefault="00ED239F" w:rsidP="00AB488A">
      <w:pPr>
        <w:spacing w:line="288" w:lineRule="auto"/>
      </w:pPr>
    </w:p>
    <w:p w14:paraId="64DA63E8" w14:textId="77777777" w:rsidR="005F3294" w:rsidRDefault="005F3294" w:rsidP="005F3294">
      <w:pPr>
        <w:spacing w:line="288" w:lineRule="auto"/>
      </w:pPr>
    </w:p>
    <w:p w14:paraId="5903C285" w14:textId="77777777" w:rsidR="005F3294" w:rsidRDefault="005F3294" w:rsidP="005F3294">
      <w:pPr>
        <w:spacing w:line="288" w:lineRule="auto"/>
      </w:pPr>
    </w:p>
    <w:p w14:paraId="3F6DC0F3" w14:textId="77777777" w:rsidR="005F3294" w:rsidRDefault="005F3294" w:rsidP="005F3294">
      <w:pPr>
        <w:spacing w:line="288" w:lineRule="auto"/>
      </w:pPr>
    </w:p>
    <w:p w14:paraId="1B5CB30D" w14:textId="708FF967" w:rsidR="005F3294" w:rsidRDefault="005F3294" w:rsidP="005F3294">
      <w:pPr>
        <w:spacing w:line="288" w:lineRule="auto"/>
      </w:pPr>
      <w:r>
        <w:t>Ik verklaar dat ik bovenstaande naar waarheid heb ingevuld.</w:t>
      </w:r>
    </w:p>
    <w:p w14:paraId="63618F51" w14:textId="77777777" w:rsidR="00ED239F" w:rsidRDefault="00ED239F" w:rsidP="00AB488A">
      <w:pPr>
        <w:spacing w:line="288" w:lineRule="auto"/>
      </w:pPr>
    </w:p>
    <w:p w14:paraId="68A8A994" w14:textId="1E0080D1" w:rsidR="00ED239F" w:rsidRDefault="005F3294" w:rsidP="00AB488A">
      <w:pPr>
        <w:spacing w:line="288" w:lineRule="auto"/>
      </w:pPr>
      <w:r>
        <w:t>Datum</w:t>
      </w:r>
      <w:r>
        <w:tab/>
      </w:r>
      <w:r>
        <w:tab/>
      </w:r>
      <w:r>
        <w:tab/>
      </w:r>
      <w:r>
        <w:tab/>
      </w:r>
      <w:r>
        <w:tab/>
      </w:r>
      <w:r>
        <w:tab/>
        <w:t>Handtekening aanvrager</w:t>
      </w:r>
      <w:r>
        <w:tab/>
      </w:r>
      <w:r>
        <w:tab/>
      </w:r>
      <w:r>
        <w:tab/>
      </w:r>
    </w:p>
    <w:p w14:paraId="6A29E47C" w14:textId="77777777" w:rsidR="005F3294" w:rsidRDefault="005F3294" w:rsidP="00AB488A">
      <w:pPr>
        <w:spacing w:line="288" w:lineRule="auto"/>
      </w:pPr>
    </w:p>
    <w:p w14:paraId="2F0D5E6D" w14:textId="77777777" w:rsidR="005F3294" w:rsidRDefault="005F3294" w:rsidP="00AB488A">
      <w:pPr>
        <w:spacing w:line="288" w:lineRule="auto"/>
      </w:pPr>
    </w:p>
    <w:p w14:paraId="3B03E1F5" w14:textId="07D66E96" w:rsidR="005F3294" w:rsidRPr="0090777E" w:rsidRDefault="005F3294" w:rsidP="00AB488A">
      <w:pPr>
        <w:spacing w:line="288" w:lineRule="auto"/>
      </w:pPr>
      <w:r>
        <w:t>----------------------------------</w:t>
      </w:r>
      <w:r>
        <w:tab/>
      </w:r>
      <w:r>
        <w:tab/>
      </w:r>
      <w:r>
        <w:tab/>
        <w:t>------------------------------------</w:t>
      </w:r>
    </w:p>
    <w:sectPr w:rsidR="005F3294" w:rsidRPr="0090777E" w:rsidSect="002832CB">
      <w:headerReference w:type="default" r:id="rId14"/>
      <w:pgSz w:w="11906" w:h="16838"/>
      <w:pgMar w:top="1417" w:right="1417" w:bottom="1417" w:left="1417" w:header="708" w:footer="708" w:gutter="0"/>
      <w:paperSrc w:first="265" w:other="265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7217F" w14:textId="77777777" w:rsidR="008F7F7B" w:rsidRDefault="008F7F7B" w:rsidP="00DA3A94">
      <w:r>
        <w:separator/>
      </w:r>
    </w:p>
  </w:endnote>
  <w:endnote w:type="continuationSeparator" w:id="0">
    <w:p w14:paraId="49345313" w14:textId="77777777" w:rsidR="008F7F7B" w:rsidRDefault="008F7F7B" w:rsidP="00DA3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X Barcode"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F84E8" w14:textId="77777777" w:rsidR="008F7F7B" w:rsidRDefault="008F7F7B" w:rsidP="00DA3A94">
      <w:r>
        <w:separator/>
      </w:r>
    </w:p>
  </w:footnote>
  <w:footnote w:type="continuationSeparator" w:id="0">
    <w:p w14:paraId="11151232" w14:textId="77777777" w:rsidR="008F7F7B" w:rsidRDefault="008F7F7B" w:rsidP="00DA3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8D48C" w14:textId="77777777" w:rsidR="00DA3A94" w:rsidRDefault="00DA3A94">
    <w:pPr>
      <w:pStyle w:val="Koptekst"/>
      <w:rPr>
        <w:noProof/>
      </w:rPr>
    </w:pPr>
  </w:p>
  <w:p w14:paraId="49514C97" w14:textId="566B0F5A" w:rsidR="00DA3A94" w:rsidRDefault="00DA3A94">
    <w:pPr>
      <w:pStyle w:val="Koptekst"/>
    </w:pPr>
    <w:r>
      <w:rPr>
        <w:noProof/>
      </w:rPr>
      <w:drawing>
        <wp:inline distT="0" distB="0" distL="0" distR="0" wp14:anchorId="3526B1A5" wp14:editId="506F3C59">
          <wp:extent cx="1685673" cy="563880"/>
          <wp:effectExtent l="0" t="0" r="0" b="7620"/>
          <wp:docPr id="963669054" name="Afbeelding 1" descr="logo provincie Drenth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rovincie Drenth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6644" cy="567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FORMULIER        /     </w:t>
    </w:r>
  </w:p>
  <w:p w14:paraId="38897F5B" w14:textId="77777777" w:rsidR="00DA3A94" w:rsidRDefault="00DA3A9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522C7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17C88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88E2D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8EC0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6B69B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F5CE8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24044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9C54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B60D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C981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00735163">
    <w:abstractNumId w:val="0"/>
  </w:num>
  <w:num w:numId="2" w16cid:durableId="1205173992">
    <w:abstractNumId w:val="1"/>
  </w:num>
  <w:num w:numId="3" w16cid:durableId="1451053471">
    <w:abstractNumId w:val="2"/>
  </w:num>
  <w:num w:numId="4" w16cid:durableId="900602312">
    <w:abstractNumId w:val="3"/>
  </w:num>
  <w:num w:numId="5" w16cid:durableId="447164780">
    <w:abstractNumId w:val="8"/>
  </w:num>
  <w:num w:numId="6" w16cid:durableId="338315571">
    <w:abstractNumId w:val="4"/>
  </w:num>
  <w:num w:numId="7" w16cid:durableId="254291950">
    <w:abstractNumId w:val="5"/>
  </w:num>
  <w:num w:numId="8" w16cid:durableId="527304640">
    <w:abstractNumId w:val="6"/>
  </w:num>
  <w:num w:numId="9" w16cid:durableId="929578975">
    <w:abstractNumId w:val="7"/>
  </w:num>
  <w:num w:numId="10" w16cid:durableId="4126995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6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39F"/>
    <w:rsid w:val="00074D2E"/>
    <w:rsid w:val="000C2AD4"/>
    <w:rsid w:val="00153D3F"/>
    <w:rsid w:val="001B19D2"/>
    <w:rsid w:val="001C0849"/>
    <w:rsid w:val="002832CB"/>
    <w:rsid w:val="00290FA5"/>
    <w:rsid w:val="00322ACB"/>
    <w:rsid w:val="003A7B65"/>
    <w:rsid w:val="00484E00"/>
    <w:rsid w:val="00497A97"/>
    <w:rsid w:val="005B5015"/>
    <w:rsid w:val="005F3294"/>
    <w:rsid w:val="006C13FF"/>
    <w:rsid w:val="007349EA"/>
    <w:rsid w:val="00797E7D"/>
    <w:rsid w:val="007F6EE6"/>
    <w:rsid w:val="008254AD"/>
    <w:rsid w:val="008F7F7B"/>
    <w:rsid w:val="0090777E"/>
    <w:rsid w:val="009D077D"/>
    <w:rsid w:val="00AB488A"/>
    <w:rsid w:val="00B22412"/>
    <w:rsid w:val="00B47303"/>
    <w:rsid w:val="00B6595C"/>
    <w:rsid w:val="00BC6EEC"/>
    <w:rsid w:val="00BE139C"/>
    <w:rsid w:val="00C81124"/>
    <w:rsid w:val="00D870C2"/>
    <w:rsid w:val="00DA3A94"/>
    <w:rsid w:val="00DD3CE6"/>
    <w:rsid w:val="00E531F7"/>
    <w:rsid w:val="00ED239F"/>
    <w:rsid w:val="00ED2ED2"/>
    <w:rsid w:val="00F06289"/>
    <w:rsid w:val="00FD5334"/>
    <w:rsid w:val="00FE615F"/>
    <w:rsid w:val="4CABA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914F4D"/>
  <w15:chartTrackingRefBased/>
  <w15:docId w15:val="{4F3F111E-740B-40E2-835A-A77AF966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497A97"/>
    <w:rPr>
      <w:rFonts w:ascii="Arial" w:hAnsi="Aria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caps/>
    </w:rPr>
  </w:style>
  <w:style w:type="paragraph" w:styleId="Kop2">
    <w:name w:val="heading 2"/>
    <w:basedOn w:val="Standaard"/>
    <w:next w:val="Standaard"/>
    <w:qFormat/>
    <w:pPr>
      <w:keepNext/>
      <w:outlineLvl w:val="1"/>
    </w:p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sz w:val="24"/>
    </w:rPr>
  </w:style>
  <w:style w:type="paragraph" w:styleId="Kop6">
    <w:name w:val="heading 6"/>
    <w:basedOn w:val="Standaard"/>
    <w:next w:val="Standaard"/>
    <w:qFormat/>
    <w:pPr>
      <w:spacing w:before="240" w:after="60"/>
      <w:outlineLvl w:val="5"/>
    </w:pPr>
    <w:rPr>
      <w:i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Macroteks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</w:pPr>
    <w:rPr>
      <w:rFonts w:ascii="Arial" w:hAnsi="Arial"/>
    </w:rPr>
  </w:style>
  <w:style w:type="paragraph" w:customStyle="1" w:styleId="KIXbarcode">
    <w:name w:val="KIX barcode"/>
    <w:basedOn w:val="Standaard"/>
    <w:rPr>
      <w:rFonts w:ascii="KIX Barcode" w:hAnsi="KIX Barcode"/>
    </w:rPr>
  </w:style>
  <w:style w:type="character" w:styleId="GevolgdeHyperlink">
    <w:name w:val="FollowedHyperlink"/>
    <w:rPr>
      <w:rFonts w:ascii="Arial" w:hAnsi="Arial"/>
      <w:color w:val="800080"/>
      <w:u w:val="single"/>
    </w:rPr>
  </w:style>
  <w:style w:type="paragraph" w:styleId="Koptekst">
    <w:name w:val="header"/>
    <w:basedOn w:val="Standaard"/>
    <w:link w:val="KoptekstChar"/>
    <w:uiPriority w:val="99"/>
    <w:rsid w:val="00497A97"/>
    <w:pPr>
      <w:tabs>
        <w:tab w:val="center" w:pos="4536"/>
        <w:tab w:val="right" w:pos="9072"/>
      </w:tabs>
    </w:pPr>
  </w:style>
  <w:style w:type="character" w:styleId="Paginanummer">
    <w:name w:val="page number"/>
    <w:rsid w:val="00497A97"/>
    <w:rPr>
      <w:rFonts w:ascii="Arial" w:hAnsi="Arial"/>
      <w:sz w:val="20"/>
    </w:rPr>
  </w:style>
  <w:style w:type="paragraph" w:styleId="Voettekst">
    <w:name w:val="footer"/>
    <w:basedOn w:val="Standaard"/>
    <w:rsid w:val="00497A97"/>
    <w:pPr>
      <w:tabs>
        <w:tab w:val="left" w:pos="567"/>
      </w:tabs>
    </w:pPr>
  </w:style>
  <w:style w:type="paragraph" w:styleId="Ballontekst">
    <w:name w:val="Balloon Text"/>
    <w:basedOn w:val="Standaard"/>
    <w:link w:val="BallontekstChar"/>
    <w:rsid w:val="00290FA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290FA5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ED2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tekstChar">
    <w:name w:val="Koptekst Char"/>
    <w:basedOn w:val="Standaardalinea-lettertype"/>
    <w:link w:val="Koptekst"/>
    <w:uiPriority w:val="99"/>
    <w:rsid w:val="00DA3A9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ikdu\AppData\Local\Temp\Templafy\WordVsto\ysnv1lc2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Overig" ma:contentTypeID="0x010100B8490113CE537749BB3E621DCFADEA770300707BABE13F12B64493F3C8169AAF4E29" ma:contentTypeVersion="26" ma:contentTypeDescription="Gebruik dit inhoudstype wanneer je document niet voldoet aan een van bovenstaande inhoudstypen." ma:contentTypeScope="" ma:versionID="3cda81175f99df166c7740ad317b67f1">
  <xsd:schema xmlns:xsd="http://www.w3.org/2001/XMLSchema" xmlns:xs="http://www.w3.org/2001/XMLSchema" xmlns:p="http://schemas.microsoft.com/office/2006/metadata/properties" xmlns:ns2="d1335116-6976-4533-b055-3a4110920ed5" xmlns:ns3="3925ceee-f67a-443d-ae10-d79681bde658" xmlns:ns4="5cbfca00-c9ed-4f3a-9d88-1192ea15eaa2" targetNamespace="http://schemas.microsoft.com/office/2006/metadata/properties" ma:root="true" ma:fieldsID="c25f6efe993ab2159a62eaf2a3e380e8" ns2:_="" ns3:_="" ns4:_="">
    <xsd:import namespace="d1335116-6976-4533-b055-3a4110920ed5"/>
    <xsd:import namespace="3925ceee-f67a-443d-ae10-d79681bde658"/>
    <xsd:import namespace="5cbfca00-c9ed-4f3a-9d88-1192ea15eaa2"/>
    <xsd:element name="properties">
      <xsd:complexType>
        <xsd:sequence>
          <xsd:element name="documentManagement">
            <xsd:complexType>
              <xsd:all>
                <xsd:element ref="ns2:pdDocumentToelichting" minOccurs="0"/>
                <xsd:element ref="ns2:pdBehandelaar" minOccurs="0"/>
                <xsd:element ref="ns2:pdFase" minOccurs="0"/>
                <xsd:element ref="ns2:pdDatumDocument" minOccurs="0"/>
                <xsd:element ref="ns2:pdDatumOpmaakDocument" minOccurs="0"/>
                <xsd:element ref="ns2:pdVerwijzingOrgineel" minOccurs="0"/>
                <xsd:element ref="ns2:_dlc_DocId" minOccurs="0"/>
                <xsd:element ref="ns2:_dlc_DocIdUrl" minOccurs="0"/>
                <xsd:element ref="ns2:_dlc_DocIdPersistId" minOccurs="0"/>
                <xsd:element ref="ns2:e489fcd7a2464784ba14e15e40c16da6" minOccurs="0"/>
                <xsd:element ref="ns2:TaxCatchAll" minOccurs="0"/>
                <xsd:element ref="ns2:TaxCatchAllLabel" minOccurs="0"/>
                <xsd:element ref="ns2:TaxKeywordTaxHTField" minOccurs="0"/>
                <xsd:element ref="ns2:pdOpdrachtgever" minOccurs="0"/>
                <xsd:element ref="ns2:pdOpdrachtnemer" minOccurs="0"/>
                <xsd:element ref="ns2:pdBudgetGeld" minOccurs="0"/>
                <xsd:element ref="ns2:pdBudgetOmschrijving" minOccurs="0"/>
                <xsd:element ref="ns2:pdDeadlineDatum" minOccurs="0"/>
                <xsd:element ref="ns2:pdDeadlineDatumOmschrijving" minOccurs="0"/>
                <xsd:element ref="ns2:pdOpdracht" minOccurs="0"/>
                <xsd:element ref="ns3:f8ef0eb3a4da459cae082aedfda32dcb" minOccurs="0"/>
                <xsd:element ref="ns3:d63e586d61a44cfe931c4a934838f7d5" minOccurs="0"/>
                <xsd:element ref="ns3:a88b5036e26c4ae89420e11e21fbc190" minOccurs="0"/>
                <xsd:element ref="ns3:f4be56b20cd1472d9ef8fc5e9b90cbfc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lcf76f155ced4ddcb4097134ff3c332f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335116-6976-4533-b055-3a4110920ed5" elementFormDefault="qualified">
    <xsd:import namespace="http://schemas.microsoft.com/office/2006/documentManagement/types"/>
    <xsd:import namespace="http://schemas.microsoft.com/office/infopath/2007/PartnerControls"/>
    <xsd:element name="pdDocumentToelichting" ma:index="2" nillable="true" ma:displayName="Toelichting" ma:description="Geef hier meer informatie of een samenvatting indien de titel niet voldoende aangeeft waar het overgaat." ma:internalName="pdDocumentToelichting">
      <xsd:simpleType>
        <xsd:restriction base="dms:Note">
          <xsd:maxLength value="255"/>
        </xsd:restriction>
      </xsd:simpleType>
    </xsd:element>
    <xsd:element name="pdBehandelaar" ma:index="4" nillable="true" ma:displayName="Behandelaar" ma:list="UserInfo" ma:SharePointGroup="0" ma:internalName="pdBehandelaa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dFase" ma:index="5" nillable="true" ma:displayName="Fase" ma:format="Dropdown" ma:hidden="true" ma:internalName="pdFase" ma:readOnly="false">
      <xsd:simpleType>
        <xsd:restriction base="dms:Choice">
          <xsd:enumeration value="initiatiefase"/>
          <xsd:enumeration value="definitiefase"/>
          <xsd:enumeration value="realisatiefase"/>
          <xsd:enumeration value="afbouwfase"/>
        </xsd:restriction>
      </xsd:simpleType>
    </xsd:element>
    <xsd:element name="pdDatumDocument" ma:index="6" nillable="true" ma:displayName="Datum document" ma:format="DateOnly" ma:internalName="pdDatumDocument">
      <xsd:simpleType>
        <xsd:restriction base="dms:DateTime"/>
      </xsd:simpleType>
    </xsd:element>
    <xsd:element name="pdDatumOpmaakDocument" ma:index="7" nillable="true" ma:displayName="Datum opmaak document" ma:format="DateOnly" ma:internalName="pdDatumOpmaakDocument">
      <xsd:simpleType>
        <xsd:restriction base="dms:DateTime"/>
      </xsd:simpleType>
    </xsd:element>
    <xsd:element name="pdVerwijzingOrgineel" ma:index="8" nillable="true" ma:displayName="Verwijzing orgineel" ma:description="Vul hier het webadres (URL) in, inclusief het http:// voorvoegsel." ma:format="Hyperlink" ma:internalName="pdVerwijzingOrginee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9" nillable="true" ma:displayName="Waarde van de document-id" ma:description="De waarde van de document-id die aan dit item is toegewezen." ma:indexed="true" ma:internalName="_dlc_DocId" ma:readOnly="true">
      <xsd:simpleType>
        <xsd:restriction base="dms:Text"/>
      </xsd:simpleType>
    </xsd:element>
    <xsd:element name="_dlc_DocIdUrl" ma:index="10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  <xsd:element name="e489fcd7a2464784ba14e15e40c16da6" ma:index="12" nillable="true" ma:taxonomy="true" ma:internalName="e489fcd7a2464784ba14e15e40c16da6" ma:taxonomyFieldName="pdDocumentsoort" ma:displayName="Documentsoort" ma:fieldId="{e489fcd7-a246-4784-ba14-e15e40c16da6}" ma:sspId="f792b8c6-db8b-449c-87df-e210eb76498f" ma:termSetId="9f15b786-35d6-47fc-a926-fbc37c5d38b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6fe80587-37c0-49a1-b430-5669f4c77b99}" ma:internalName="TaxCatchAll" ma:showField="CatchAllData" ma:web="d1335116-6976-4533-b055-3a4110920e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6fe80587-37c0-49a1-b430-5669f4c77b99}" ma:internalName="TaxCatchAllLabel" ma:readOnly="true" ma:showField="CatchAllDataLabel" ma:web="d1335116-6976-4533-b055-3a4110920e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1" nillable="true" ma:taxonomy="true" ma:internalName="TaxKeywordTaxHTField" ma:taxonomyFieldName="TaxKeyword" ma:displayName="Ondernemingstrefwoorden" ma:fieldId="{23f27201-bee3-471e-b2e7-b64fd8b7ca38}" ma:taxonomyMulti="true" ma:sspId="f792b8c6-db8b-449c-87df-e210eb76498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dOpdrachtgever" ma:index="23" nillable="true" ma:displayName="Opdrachtgever" ma:list="UserInfo" ma:SharePointGroup="0" ma:internalName="pdOpdrachtgev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dOpdrachtnemer" ma:index="24" nillable="true" ma:displayName="Opdrachtnemer" ma:description="Vul hier de opdrachtnemer in. Dit is de projectleider, programmamanager of procesregiseur." ma:list="UserInfo" ma:SharePointGroup="0" ma:internalName="pdOpdrachtnem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dBudgetGeld" ma:index="25" nillable="true" ma:displayName="Budget geld" ma:LCID="1043" ma:internalName="pdBudgetGeld">
      <xsd:simpleType>
        <xsd:restriction base="dms:Currency"/>
      </xsd:simpleType>
    </xsd:element>
    <xsd:element name="pdBudgetOmschrijving" ma:index="26" nillable="true" ma:displayName="Budget omschrijving" ma:internalName="pdBudgetOmschrijving">
      <xsd:simpleType>
        <xsd:restriction base="dms:Note">
          <xsd:maxLength value="255"/>
        </xsd:restriction>
      </xsd:simpleType>
    </xsd:element>
    <xsd:element name="pdDeadlineDatum" ma:index="27" nillable="true" ma:displayName="Deadline datum" ma:format="DateOnly" ma:internalName="pdDeadlineDatum">
      <xsd:simpleType>
        <xsd:restriction base="dms:DateTime"/>
      </xsd:simpleType>
    </xsd:element>
    <xsd:element name="pdDeadlineDatumOmschrijving" ma:index="28" nillable="true" ma:displayName="Deadline omschrijving" ma:internalName="pdDeadlineDatumOmschrijving">
      <xsd:simpleType>
        <xsd:restriction base="dms:Note">
          <xsd:maxLength value="255"/>
        </xsd:restriction>
      </xsd:simpleType>
    </xsd:element>
    <xsd:element name="pdOpdracht" ma:index="29" nillable="true" ma:displayName="Opdracht" ma:default="Werkgroep Wolf" ma:internalName="pdOpdracht">
      <xsd:simpleType>
        <xsd:restriction base="dms:Text">
          <xsd:maxLength value="255"/>
        </xsd:restriction>
      </xsd:simpleType>
    </xsd:element>
    <xsd:element name="SharedWithUsers" ma:index="4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25ceee-f67a-443d-ae10-d79681bde658" elementFormDefault="qualified">
    <xsd:import namespace="http://schemas.microsoft.com/office/2006/documentManagement/types"/>
    <xsd:import namespace="http://schemas.microsoft.com/office/infopath/2007/PartnerControls"/>
    <xsd:element name="f8ef0eb3a4da459cae082aedfda32dcb" ma:index="30" ma:taxonomy="true" ma:internalName="f8ef0eb3a4da459cae082aedfda32dcb" ma:taxonomyFieldName="pdProces" ma:displayName="Proces" ma:default="3;#16|80c5dc06-2f96-4c47-8b6d-b3121b3fc57f" ma:fieldId="{f8ef0eb3-a4da-459c-ae08-2aedfda32dcb}" ma:taxonomyMulti="true" ma:sspId="f792b8c6-db8b-449c-87df-e210eb76498f" ma:termSetId="86e57a1d-2b49-40f5-9ade-60d156d359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63e586d61a44cfe931c4a934838f7d5" ma:index="32" ma:taxonomy="true" ma:internalName="d63e586d61a44cfe931c4a934838f7d5" ma:taxonomyFieldName="pdAmbitie" ma:displayName="Ambitie" ma:default="1;#Stad en platteland: Ruimte bieden en richting geven|ce2638d8-24b4-4f07-82e7-b708c679bfd5" ma:fieldId="{d63e586d-61a4-4cfe-931c-4a934838f7d5}" ma:taxonomyMulti="true" ma:sspId="f792b8c6-db8b-449c-87df-e210eb76498f" ma:termSetId="6685fad9-f251-4af8-ab73-50e94e73e4c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88b5036e26c4ae89420e11e21fbc190" ma:index="34" ma:taxonomy="true" ma:internalName="a88b5036e26c4ae89420e11e21fbc190" ma:taxonomyFieldName="pdProduct" ma:displayName="Product" ma:default="4;#N.t.b.|6c37a61a-9dd2-4c1b-8282-22731eee7149" ma:fieldId="{a88b5036-e26c-4ae8-9420-e11e21fbc190}" ma:taxonomyMulti="true" ma:sspId="f792b8c6-db8b-449c-87df-e210eb76498f" ma:termSetId="8aba9c9a-f361-4cbb-b7d4-9bed80b057d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4be56b20cd1472d9ef8fc5e9b90cbfc" ma:index="36" ma:taxonomy="true" ma:internalName="f4be56b20cd1472d9ef8fc5e9b90cbfc" ma:taxonomyFieldName="pdTaakveld" ma:displayName="Taakveld" ma:default="2;#5.3 Beheer flora en fauna|d2bb6a3b-09f2-433b-8b99-cf62b8360133" ma:fieldId="{f4be56b2-0cd1-472d-9ef8-fc5e9b90cbfc}" ma:taxonomyMulti="true" ma:sspId="f792b8c6-db8b-449c-87df-e210eb76498f" ma:termSetId="b3cef025-ef0d-453b-bf87-94ede4aafd0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fca00-c9ed-4f3a-9d88-1192ea15e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43" nillable="true" ma:taxonomy="true" ma:internalName="lcf76f155ced4ddcb4097134ff3c332f" ma:taxonomyFieldName="MediaServiceImageTags" ma:displayName="Afbeeldingtags" ma:readOnly="false" ma:fieldId="{5cf76f15-5ced-4ddc-b409-7134ff3c332f}" ma:taxonomyMulti="true" ma:sspId="f792b8c6-db8b-449c-87df-e210eb764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4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4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houdstype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dOpdrachtgever xmlns="d1335116-6976-4533-b055-3a4110920ed5">
      <UserInfo>
        <DisplayName/>
        <AccountId xsi:nil="true"/>
        <AccountType/>
      </UserInfo>
    </pdOpdrachtgever>
    <pdVerwijzingOrgineel xmlns="d1335116-6976-4533-b055-3a4110920ed5">
      <Url xsi:nil="true"/>
      <Description xsi:nil="true"/>
    </pdVerwijzingOrgineel>
    <f8ef0eb3a4da459cae082aedfda32dcb xmlns="3925ceee-f67a-443d-ae10-d79681bde6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16</TermName>
          <TermId xmlns="http://schemas.microsoft.com/office/infopath/2007/PartnerControls">80c5dc06-2f96-4c47-8b6d-b3121b3fc57f</TermId>
        </TermInfo>
      </Terms>
    </f8ef0eb3a4da459cae082aedfda32dcb>
    <a88b5036e26c4ae89420e11e21fbc190 xmlns="3925ceee-f67a-443d-ae10-d79681bde6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N.t.b.</TermName>
          <TermId xmlns="http://schemas.microsoft.com/office/infopath/2007/PartnerControls">6c37a61a-9dd2-4c1b-8282-22731eee7149</TermId>
        </TermInfo>
      </Terms>
    </a88b5036e26c4ae89420e11e21fbc190>
    <TaxKeywordTaxHTField xmlns="d1335116-6976-4533-b055-3a4110920ed5">
      <Terms xmlns="http://schemas.microsoft.com/office/infopath/2007/PartnerControls"/>
    </TaxKeywordTaxHTField>
    <pdBudgetOmschrijving xmlns="d1335116-6976-4533-b055-3a4110920ed5" xsi:nil="true"/>
    <pdDeadlineDatumOmschrijving xmlns="d1335116-6976-4533-b055-3a4110920ed5" xsi:nil="true"/>
    <pdBehandelaar xmlns="d1335116-6976-4533-b055-3a4110920ed5">
      <UserInfo>
        <DisplayName/>
        <AccountId xsi:nil="true"/>
        <AccountType/>
      </UserInfo>
    </pdBehandelaar>
    <e489fcd7a2464784ba14e15e40c16da6 xmlns="d1335116-6976-4533-b055-3a4110920ed5">
      <Terms xmlns="http://schemas.microsoft.com/office/infopath/2007/PartnerControls"/>
    </e489fcd7a2464784ba14e15e40c16da6>
    <pdOpdracht xmlns="d1335116-6976-4533-b055-3a4110920ed5">Werkgroep Wolf</pdOpdracht>
    <pdBudgetGeld xmlns="d1335116-6976-4533-b055-3a4110920ed5" xsi:nil="true"/>
    <pdDeadlineDatum xmlns="d1335116-6976-4533-b055-3a4110920ed5" xsi:nil="true"/>
    <pdDatumOpmaakDocument xmlns="d1335116-6976-4533-b055-3a4110920ed5" xsi:nil="true"/>
    <pdDocumentToelichting xmlns="d1335116-6976-4533-b055-3a4110920ed5" xsi:nil="true"/>
    <d63e586d61a44cfe931c4a934838f7d5 xmlns="3925ceee-f67a-443d-ae10-d79681bde6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Stad en platteland: Ruimte bieden en richting geven</TermName>
          <TermId xmlns="http://schemas.microsoft.com/office/infopath/2007/PartnerControls">ce2638d8-24b4-4f07-82e7-b708c679bfd5</TermId>
        </TermInfo>
      </Terms>
    </d63e586d61a44cfe931c4a934838f7d5>
    <pdOpdrachtnemer xmlns="d1335116-6976-4533-b055-3a4110920ed5">
      <UserInfo>
        <DisplayName/>
        <AccountId xsi:nil="true"/>
        <AccountType/>
      </UserInfo>
    </pdOpdrachtnemer>
    <f4be56b20cd1472d9ef8fc5e9b90cbfc xmlns="3925ceee-f67a-443d-ae10-d79681bde6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5.3 Beheer flora en fauna</TermName>
          <TermId xmlns="http://schemas.microsoft.com/office/infopath/2007/PartnerControls">d2bb6a3b-09f2-433b-8b99-cf62b8360133</TermId>
        </TermInfo>
      </Terms>
    </f4be56b20cd1472d9ef8fc5e9b90cbfc>
    <pdDatumDocument xmlns="d1335116-6976-4533-b055-3a4110920ed5" xsi:nil="true"/>
    <lcf76f155ced4ddcb4097134ff3c332f xmlns="5cbfca00-c9ed-4f3a-9d88-1192ea15eaa2">
      <Terms xmlns="http://schemas.microsoft.com/office/infopath/2007/PartnerControls"/>
    </lcf76f155ced4ddcb4097134ff3c332f>
    <TaxCatchAll xmlns="d1335116-6976-4533-b055-3a4110920ed5">
      <Value>4</Value>
      <Value>3</Value>
      <Value>2</Value>
      <Value>1</Value>
    </TaxCatchAll>
    <pdFase xmlns="d1335116-6976-4533-b055-3a4110920ed5" xsi:nil="true"/>
  </documentManagement>
</p:properties>
</file>

<file path=customXml/item5.xml><?xml version="1.0" encoding="utf-8"?>
<TemplafyFormConfiguration><![CDATA[{"formFields":[],"formDataEntries":[]}]]></TemplafyFormConfiguration>
</file>

<file path=customXml/item6.xml><?xml version="1.0" encoding="utf-8"?>
<TemplafyTemplateConfiguration><![CDATA[{"elementsMetadata":[],"transformationConfigurations":[],"templateName":"Blanco Drenthe","templateDescription":"","enableDocumentContentUpdater":false,"version":"2.0"}]]></TemplafyTemplateConfiguration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3C05B6-7E03-469F-AADE-B4FEB1103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335116-6976-4533-b055-3a4110920ed5"/>
    <ds:schemaRef ds:uri="3925ceee-f67a-443d-ae10-d79681bde658"/>
    <ds:schemaRef ds:uri="5cbfca00-c9ed-4f3a-9d88-1192ea15ea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24A24D-1414-40EF-AC87-52C1FDFF974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2DD8BE3-80F0-4DD3-B1A7-2F9ECF0C77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0ACCAB-41CF-41EF-8DB7-3C0ED4D1AC02}">
  <ds:schemaRefs>
    <ds:schemaRef ds:uri="http://schemas.microsoft.com/office/2006/metadata/properties"/>
    <ds:schemaRef ds:uri="http://schemas.microsoft.com/office/infopath/2007/PartnerControls"/>
    <ds:schemaRef ds:uri="d1335116-6976-4533-b055-3a4110920ed5"/>
    <ds:schemaRef ds:uri="3925ceee-f67a-443d-ae10-d79681bde658"/>
    <ds:schemaRef ds:uri="5cbfca00-c9ed-4f3a-9d88-1192ea15eaa2"/>
  </ds:schemaRefs>
</ds:datastoreItem>
</file>

<file path=customXml/itemProps5.xml><?xml version="1.0" encoding="utf-8"?>
<ds:datastoreItem xmlns:ds="http://schemas.openxmlformats.org/officeDocument/2006/customXml" ds:itemID="{D10DFC34-1077-407A-9A04-9EE7A5E03738}">
  <ds:schemaRefs/>
</ds:datastoreItem>
</file>

<file path=customXml/itemProps6.xml><?xml version="1.0" encoding="utf-8"?>
<ds:datastoreItem xmlns:ds="http://schemas.openxmlformats.org/officeDocument/2006/customXml" ds:itemID="{F924FEEE-E1EA-49EB-9299-458128E0DF82}">
  <ds:schemaRefs/>
</ds:datastoreItem>
</file>

<file path=customXml/itemProps7.xml><?xml version="1.0" encoding="utf-8"?>
<ds:datastoreItem xmlns:ds="http://schemas.openxmlformats.org/officeDocument/2006/customXml" ds:itemID="{CD3565FC-FD87-4D0E-9508-BAFDC0A20E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ysnv1lc2</Template>
  <TotalTime>1</TotalTime>
  <Pages>1</Pages>
  <Words>112</Words>
  <Characters>622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Dusseljee</dc:creator>
  <cp:keywords/>
  <dc:description/>
  <cp:lastModifiedBy>Annie Stel - van Unen | SNN</cp:lastModifiedBy>
  <cp:revision>2</cp:revision>
  <dcterms:created xsi:type="dcterms:W3CDTF">2025-03-18T06:35:00Z</dcterms:created>
  <dcterms:modified xsi:type="dcterms:W3CDTF">2025-03-18T06:35:00Z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fyTenantId">
    <vt:lpwstr>drenthe</vt:lpwstr>
  </property>
  <property fmtid="{D5CDD505-2E9C-101B-9397-08002B2CF9AE}" pid="3" name="TemplafyTemplateId">
    <vt:lpwstr>637503571565247514</vt:lpwstr>
  </property>
  <property fmtid="{D5CDD505-2E9C-101B-9397-08002B2CF9AE}" pid="4" name="TemplafyUserProfileId">
    <vt:lpwstr>638157721546011481</vt:lpwstr>
  </property>
  <property fmtid="{D5CDD505-2E9C-101B-9397-08002B2CF9AE}" pid="5" name="TemplafyFromBlank">
    <vt:bool>true</vt:bool>
  </property>
  <property fmtid="{D5CDD505-2E9C-101B-9397-08002B2CF9AE}" pid="6" name="pdProduct">
    <vt:lpwstr>4;#N.t.b.|6c37a61a-9dd2-4c1b-8282-22731eee7149</vt:lpwstr>
  </property>
  <property fmtid="{D5CDD505-2E9C-101B-9397-08002B2CF9AE}" pid="7" name="pdProces">
    <vt:lpwstr>3;#16|80c5dc06-2f96-4c47-8b6d-b3121b3fc57f</vt:lpwstr>
  </property>
  <property fmtid="{D5CDD505-2E9C-101B-9397-08002B2CF9AE}" pid="8" name="ContentTypeId">
    <vt:lpwstr>0x010100B8490113CE537749BB3E621DCFADEA770300707BABE13F12B64493F3C8169AAF4E29</vt:lpwstr>
  </property>
  <property fmtid="{D5CDD505-2E9C-101B-9397-08002B2CF9AE}" pid="9" name="pdTaakveld">
    <vt:lpwstr>2;#5.3 Beheer flora en fauna|d2bb6a3b-09f2-433b-8b99-cf62b8360133</vt:lpwstr>
  </property>
  <property fmtid="{D5CDD505-2E9C-101B-9397-08002B2CF9AE}" pid="10" name="pdAmbitie">
    <vt:lpwstr>1;#Stad en platteland: Ruimte bieden en richting geven|ce2638d8-24b4-4f07-82e7-b708c679bfd5</vt:lpwstr>
  </property>
  <property fmtid="{D5CDD505-2E9C-101B-9397-08002B2CF9AE}" pid="11" name="TaxKeyword">
    <vt:lpwstr/>
  </property>
</Properties>
</file>